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BB2595-9D3A-4C7C-A5AB-893C1B428D1F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